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"/>
        </w:rPr>
        <w:t>202</w:t>
      </w: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"/>
        </w:rPr>
        <w:t>年湖北省</w:t>
      </w:r>
      <w:r>
        <w:rPr>
          <w:rFonts w:hint="eastAsia" w:ascii="Times New Roman" w:hAnsi="Times New Roman" w:eastAsia="方正小标宋简体" w:cs="Times New Roman"/>
          <w:color w:val="auto"/>
          <w:sz w:val="40"/>
          <w:szCs w:val="40"/>
          <w:lang w:val="en" w:eastAsia="zh-CN"/>
        </w:rPr>
        <w:t>定向</w:t>
      </w:r>
      <w:r>
        <w:rPr>
          <w:rFonts w:hint="default" w:ascii="Times New Roman" w:hAnsi="Times New Roman" w:eastAsia="方正小标宋简体" w:cs="Times New Roman"/>
          <w:color w:val="auto"/>
          <w:sz w:val="40"/>
          <w:szCs w:val="40"/>
          <w:lang w:val="en"/>
        </w:rPr>
        <w:t>选调生报名推荐表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0"/>
          <w:szCs w:val="30"/>
        </w:rPr>
      </w:pPr>
    </w:p>
    <w:tbl>
      <w:tblPr>
        <w:tblStyle w:val="5"/>
        <w:tblW w:w="90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017"/>
        <w:gridCol w:w="265"/>
        <w:gridCol w:w="947"/>
        <w:gridCol w:w="44"/>
        <w:gridCol w:w="1205"/>
        <w:gridCol w:w="403"/>
        <w:gridCol w:w="248"/>
        <w:gridCol w:w="541"/>
        <w:gridCol w:w="1252"/>
        <w:gridCol w:w="618"/>
        <w:gridCol w:w="1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  名</w:t>
            </w: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9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 别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民  族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4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近期免冠正面彩色照片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99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政 治  面 貌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192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籍  贯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毕业院校</w:t>
            </w:r>
          </w:p>
        </w:tc>
        <w:tc>
          <w:tcPr>
            <w:tcW w:w="2273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0"/>
                <w:sz w:val="24"/>
                <w:lang w:eastAsia="zh-CN"/>
              </w:rPr>
              <w:t>专业代码</w:t>
            </w:r>
          </w:p>
        </w:tc>
        <w:tc>
          <w:tcPr>
            <w:tcW w:w="2444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 历</w:t>
            </w:r>
          </w:p>
        </w:tc>
        <w:tc>
          <w:tcPr>
            <w:tcW w:w="2273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yellow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 位</w:t>
            </w:r>
          </w:p>
        </w:tc>
        <w:tc>
          <w:tcPr>
            <w:tcW w:w="2444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毕业时间</w:t>
            </w:r>
          </w:p>
        </w:tc>
        <w:tc>
          <w:tcPr>
            <w:tcW w:w="2273" w:type="dxa"/>
            <w:gridSpan w:val="4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4267" w:type="dxa"/>
            <w:gridSpan w:val="6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必修课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是否有不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及格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记录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联系方式</w:t>
            </w:r>
          </w:p>
        </w:tc>
        <w:tc>
          <w:tcPr>
            <w:tcW w:w="3881" w:type="dxa"/>
            <w:gridSpan w:val="6"/>
            <w:tcBorders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个人：</w:t>
            </w:r>
          </w:p>
        </w:tc>
        <w:tc>
          <w:tcPr>
            <w:tcW w:w="3881" w:type="dxa"/>
            <w:gridSpan w:val="5"/>
            <w:tcBorders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院系：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身份证号</w:t>
            </w:r>
          </w:p>
        </w:tc>
        <w:tc>
          <w:tcPr>
            <w:tcW w:w="4129" w:type="dxa"/>
            <w:gridSpan w:val="7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yellow"/>
              </w:rPr>
            </w:pPr>
          </w:p>
        </w:tc>
        <w:tc>
          <w:tcPr>
            <w:tcW w:w="179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报考职位代码</w:t>
            </w:r>
          </w:p>
        </w:tc>
        <w:tc>
          <w:tcPr>
            <w:tcW w:w="184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exact"/>
          <w:jc w:val="center"/>
        </w:trPr>
        <w:tc>
          <w:tcPr>
            <w:tcW w:w="1285" w:type="dxa"/>
            <w:noWrap w:val="0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个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历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b/>
                <w:color w:val="auto"/>
                <w:sz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24"/>
                <w:szCs w:val="24"/>
                <w:lang w:eastAsia="zh-CN"/>
              </w:rPr>
              <w:t>（从高中填起。如有参军入伍、国（境）外学习工作经历，应填写清楚）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2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在校期间担任学生干部、受表彰奖励情况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（需注明详细时间）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关系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称谓</w:t>
            </w: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02" w:firstLineChars="49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53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117" w:firstLineChars="49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82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82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承诺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本人承诺以上信息真实准确。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承诺人（手写签名）：  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院系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党组织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推荐意见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                        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高校党委组织部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或学生工作部门审核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推荐意见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                        （盖章）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备  注</w:t>
            </w:r>
          </w:p>
        </w:tc>
        <w:tc>
          <w:tcPr>
            <w:tcW w:w="7762" w:type="dxa"/>
            <w:gridSpan w:val="1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hanging="480" w:hangingChars="200"/>
        <w:textAlignment w:val="auto"/>
        <w:rPr>
          <w:rFonts w:hint="eastAsia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毕业院校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专业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及专业代码”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学历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学位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及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毕业时间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栏目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填写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shd w:val="clear" w:color="auto" w:fill="auto"/>
        </w:rPr>
        <w:t>现就读院校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情况。</w:t>
      </w:r>
    </w:p>
    <w:sectPr>
      <w:pgSz w:w="11906" w:h="16838"/>
      <w:pgMar w:top="2098" w:right="1531" w:bottom="187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FA57"/>
    <w:rsid w:val="277D8328"/>
    <w:rsid w:val="3EAB0813"/>
    <w:rsid w:val="62E78566"/>
    <w:rsid w:val="6FBE3F09"/>
    <w:rsid w:val="6FF77095"/>
    <w:rsid w:val="7C4B640B"/>
    <w:rsid w:val="7FAF2317"/>
    <w:rsid w:val="8D33984A"/>
    <w:rsid w:val="9EFCB03D"/>
    <w:rsid w:val="DBFF691B"/>
    <w:rsid w:val="EFF71DD8"/>
    <w:rsid w:val="F7FFFA57"/>
    <w:rsid w:val="F996FE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swzzb/&#26700;&#38754;/WPS&#25991;&#23383;&#25991;&#26723;&#65288;&#24102;&#39029;&#3072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WPS文字文档（带页码）.wpt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2025-10-29T23:19:00Z</dcterms:created>
  <dc:creator>swzzb</dc:creator>
  <cp:lastModifiedBy>swzzb</cp:lastModifiedBy>
  <dcterms:modified xsi:type="dcterms:W3CDTF">2025-11-11T14:52:31Z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